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51E11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51E11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51E11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51E1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217663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do</w:t>
            </w:r>
            <w:r w:rsidR="00E1382D">
              <w:rPr>
                <w:b/>
                <w:bCs/>
                <w:caps/>
                <w:color w:val="FF0000"/>
                <w:sz w:val="24"/>
              </w:rPr>
              <w:t>dávka oso</w:t>
            </w:r>
            <w:r w:rsidR="00C51E11">
              <w:rPr>
                <w:b/>
                <w:bCs/>
                <w:caps/>
                <w:color w:val="FF0000"/>
                <w:sz w:val="24"/>
              </w:rPr>
              <w:t>bního automobilu</w:t>
            </w:r>
          </w:p>
        </w:tc>
      </w:tr>
      <w:tr w:rsidR="000C5AE1" w:rsidRPr="003D1519" w:rsidTr="00C51E1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51E11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51E11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51E11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Dům dětí a mládeže Uherský Brod,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51E11" w:rsidP="001B20DB">
            <w:pPr>
              <w:rPr>
                <w:szCs w:val="20"/>
              </w:rPr>
            </w:pPr>
            <w:r>
              <w:rPr>
                <w:szCs w:val="20"/>
              </w:rPr>
              <w:t>Přemysla Otakara II. 38</w:t>
            </w:r>
            <w:r w:rsidR="000C5AE1">
              <w:rPr>
                <w:szCs w:val="20"/>
              </w:rPr>
              <w:t>,</w:t>
            </w:r>
            <w:r w:rsidR="000C5AE1"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51E11" w:rsidP="000C5AE1">
            <w:pPr>
              <w:rPr>
                <w:szCs w:val="20"/>
              </w:rPr>
            </w:pPr>
            <w:r>
              <w:t>86770713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C51E11">
            <w:pPr>
              <w:rPr>
                <w:szCs w:val="20"/>
              </w:rPr>
            </w:pPr>
            <w:r>
              <w:t>CZ</w:t>
            </w:r>
            <w:r w:rsidR="00C51E11">
              <w:t>86770713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51E11" w:rsidP="0058066C">
            <w:pPr>
              <w:rPr>
                <w:szCs w:val="20"/>
              </w:rPr>
            </w:pPr>
            <w:r>
              <w:t>Mgr. Klára Řezníčková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51E1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C51E11">
              <w:rPr>
                <w:szCs w:val="20"/>
              </w:rPr>
              <w:t> 773 179 333</w:t>
            </w:r>
          </w:p>
        </w:tc>
      </w:tr>
      <w:tr w:rsidR="000C5AE1" w:rsidRPr="003D1519" w:rsidTr="00C51E1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51E11" w:rsidP="00C51E1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klara.reznickova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BA688A">
              <w:rPr>
                <w:rFonts w:ascii="Arial" w:hAnsi="Arial" w:cs="Arial"/>
                <w:sz w:val="20"/>
              </w:rPr>
              <w:t>ddm</w:t>
            </w:r>
            <w:bookmarkStart w:id="0" w:name="_GoBack"/>
            <w:bookmarkEnd w:id="0"/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C51E11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bottom"/>
          </w:tcPr>
          <w:p w:rsidR="000C5AE1" w:rsidRPr="003D1519" w:rsidRDefault="00C51E11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C51E11">
              <w:rPr>
                <w:bCs/>
                <w:szCs w:val="20"/>
              </w:rPr>
              <w:t xml:space="preserve">/   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C51E11">
              <w:t xml:space="preserve">               </w:t>
            </w:r>
            <w:r w:rsidR="00C51E11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C51E11" w:rsidRPr="00F67690">
              <w:instrText xml:space="preserve"> FORMTEXT </w:instrText>
            </w:r>
            <w:r w:rsidR="00C51E11" w:rsidRPr="00F67690">
              <w:fldChar w:fldCharType="separate"/>
            </w:r>
            <w:r w:rsidR="00C51E11" w:rsidRPr="00F67690">
              <w:rPr>
                <w:noProof/>
              </w:rPr>
              <w:t>..........................</w:t>
            </w:r>
            <w:r w:rsidR="00C51E11"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C51E1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C51E11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C51E11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C51E11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C51E11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C51E11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C51E11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C51E11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2BD" w:rsidRPr="003F7F97" w:rsidRDefault="00253C54" w:rsidP="00253C54">
    <w:pPr>
      <w:pStyle w:val="Zhlav"/>
      <w:rPr>
        <w:noProof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rightMargin">
                <wp:posOffset>-171616</wp:posOffset>
              </wp:positionH>
              <wp:positionV relativeFrom="paragraph">
                <wp:posOffset>495990</wp:posOffset>
              </wp:positionV>
              <wp:extent cx="747423" cy="230588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747423" cy="2305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C51E11" w:rsidRDefault="005D0FC2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3.5pt;margin-top:39.05pt;width:58.85pt;height:18.1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" filled="f" stroked="f">
              <v:textbox>
                <w:txbxContent>
                  <w:p w:rsidR="005D0FC2" w:rsidRPr="00C51E11" w:rsidRDefault="005D0FC2">
                    <w:pPr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F7F97">
      <w:rPr>
        <w:noProof/>
      </w:rPr>
      <w:tab/>
    </w:r>
    <w:r w:rsidR="003F7F97">
      <w:rPr>
        <w:noProof/>
      </w:rPr>
      <w:tab/>
    </w:r>
    <w:r w:rsidR="003F7F97" w:rsidRPr="003F7F97">
      <w:rPr>
        <w:noProof/>
        <w:sz w:val="20"/>
        <w:szCs w:val="20"/>
      </w:rPr>
      <w:t>Příloha č.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17663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3F7F9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66C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03D5B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A688A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51E11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A1C62"/>
    <w:rsid w:val="00DC1457"/>
    <w:rsid w:val="00DC7DF9"/>
    <w:rsid w:val="00DD1F56"/>
    <w:rsid w:val="00DE3786"/>
    <w:rsid w:val="00E00FE2"/>
    <w:rsid w:val="00E1382D"/>
    <w:rsid w:val="00E279E6"/>
    <w:rsid w:val="00E35582"/>
    <w:rsid w:val="00E64AC8"/>
    <w:rsid w:val="00E70E01"/>
    <w:rsid w:val="00E86DCF"/>
    <w:rsid w:val="00E92520"/>
    <w:rsid w:val="00EB1989"/>
    <w:rsid w:val="00EC2165"/>
    <w:rsid w:val="00EC512C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3CDA3-2156-42AE-B30E-5E3A4006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29C7D</Template>
  <TotalTime>25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2025-04-28T11:43:00Z</cp:lastPrinted>
  <dcterms:created xsi:type="dcterms:W3CDTF">2025-01-21T08:10:00Z</dcterms:created>
  <dcterms:modified xsi:type="dcterms:W3CDTF">2025-07-29T06:25:00Z</dcterms:modified>
</cp:coreProperties>
</file>